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714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67F4B9" w14:textId="77777777" w:rsidTr="00146EEC">
        <w:tc>
          <w:tcPr>
            <w:tcW w:w="2689" w:type="dxa"/>
          </w:tcPr>
          <w:p w14:paraId="79B8F6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DEA4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5378" w14:paraId="54E7B01B" w14:textId="77777777" w:rsidTr="00146EEC">
        <w:tc>
          <w:tcPr>
            <w:tcW w:w="2689" w:type="dxa"/>
          </w:tcPr>
          <w:p w14:paraId="7E49DD54" w14:textId="165A21E1" w:rsidR="00965378" w:rsidRPr="00CC451E" w:rsidRDefault="00965378" w:rsidP="008F1AA6">
            <w:pPr>
              <w:pStyle w:val="SIText"/>
            </w:pPr>
            <w:r>
              <w:t xml:space="preserve">Release </w:t>
            </w:r>
            <w:r w:rsidR="008F1AA6">
              <w:t>1</w:t>
            </w:r>
          </w:p>
        </w:tc>
        <w:tc>
          <w:tcPr>
            <w:tcW w:w="6939" w:type="dxa"/>
          </w:tcPr>
          <w:p w14:paraId="72BCED47" w14:textId="74497FD2" w:rsidR="00965378" w:rsidRPr="007C778A" w:rsidRDefault="00965378" w:rsidP="001C1C4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A5503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2784C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850805" w14:textId="4272DE7D" w:rsidR="00F1480E" w:rsidRPr="000754EC" w:rsidRDefault="005C0A48" w:rsidP="004C1055">
            <w:pPr>
              <w:pStyle w:val="SIUNITCODE"/>
            </w:pPr>
            <w:r>
              <w:t>FWPSAW3</w:t>
            </w:r>
            <w:r w:rsidR="004C1055">
              <w:t>XXX</w:t>
            </w:r>
          </w:p>
        </w:tc>
        <w:tc>
          <w:tcPr>
            <w:tcW w:w="3604" w:type="pct"/>
            <w:shd w:val="clear" w:color="auto" w:fill="auto"/>
          </w:tcPr>
          <w:p w14:paraId="5C918EFE" w14:textId="49897FEE" w:rsidR="00F1480E" w:rsidRPr="000754EC" w:rsidRDefault="003A14AD" w:rsidP="000754EC">
            <w:pPr>
              <w:pStyle w:val="SIUnittitle"/>
            </w:pPr>
            <w:r w:rsidRPr="003A14AD">
              <w:t xml:space="preserve">Replace </w:t>
            </w:r>
            <w:proofErr w:type="spellStart"/>
            <w:r w:rsidR="006E4EF1">
              <w:t>Stellite</w:t>
            </w:r>
            <w:proofErr w:type="spellEnd"/>
            <w:r w:rsidRPr="003A14AD">
              <w:t xml:space="preserve"> tips</w:t>
            </w:r>
          </w:p>
        </w:tc>
      </w:tr>
      <w:tr w:rsidR="00F1480E" w:rsidRPr="00963A46" w14:paraId="058F7622" w14:textId="77777777" w:rsidTr="00CA2922">
        <w:tc>
          <w:tcPr>
            <w:tcW w:w="1396" w:type="pct"/>
            <w:shd w:val="clear" w:color="auto" w:fill="auto"/>
          </w:tcPr>
          <w:p w14:paraId="221CE2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1E31D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6BD0BD" w14:textId="3AFDB6A9" w:rsidR="003A14AD" w:rsidRPr="003A14AD" w:rsidRDefault="003A14AD" w:rsidP="003A14AD">
            <w:pPr>
              <w:pStyle w:val="SIText"/>
            </w:pPr>
            <w:r w:rsidRPr="003D4361">
              <w:t xml:space="preserve">This unit of competency describes the outcomes required to remove worn </w:t>
            </w:r>
            <w:proofErr w:type="spellStart"/>
            <w:r w:rsidR="006E4EF1">
              <w:t>Stellite</w:t>
            </w:r>
            <w:proofErr w:type="spellEnd"/>
            <w:r w:rsidRPr="003D4361">
              <w:t xml:space="preserve"> tips from saw </w:t>
            </w:r>
            <w:r w:rsidRPr="003A14AD">
              <w:t xml:space="preserve">blades and to weld, anneal, clean and prepare replacement tips for grinding and return to service. </w:t>
            </w:r>
          </w:p>
          <w:p w14:paraId="1133BA41" w14:textId="77777777" w:rsidR="003A14AD" w:rsidRDefault="003A14AD" w:rsidP="003A14AD">
            <w:pPr>
              <w:pStyle w:val="SIText"/>
            </w:pPr>
          </w:p>
          <w:p w14:paraId="07A683B6" w14:textId="2180E303" w:rsidR="008D0803" w:rsidRDefault="008D0803" w:rsidP="008D0803">
            <w:pPr>
              <w:pStyle w:val="SIText"/>
            </w:pPr>
            <w:r>
              <w:t xml:space="preserve">The unit applies to </w:t>
            </w:r>
            <w:r w:rsidRPr="008D0803">
              <w:t xml:space="preserve">individuals who </w:t>
            </w:r>
            <w:r>
              <w:t xml:space="preserve">replace </w:t>
            </w:r>
            <w:proofErr w:type="spellStart"/>
            <w:r w:rsidR="006E4EF1">
              <w:t>Stellite</w:t>
            </w:r>
            <w:proofErr w:type="spellEnd"/>
            <w:r w:rsidRPr="008D0803">
              <w:t xml:space="preserve"> tips in </w:t>
            </w:r>
            <w:r w:rsidR="00012955">
              <w:t xml:space="preserve">a </w:t>
            </w:r>
            <w:r w:rsidR="006E4EF1">
              <w:t>saw technician workshop or sawmill</w:t>
            </w:r>
            <w:r w:rsidRPr="008D0803">
              <w:t>.</w:t>
            </w:r>
          </w:p>
          <w:p w14:paraId="4EBA74C9" w14:textId="77777777" w:rsidR="006E4EF1" w:rsidRDefault="006E4EF1" w:rsidP="008D0803">
            <w:pPr>
              <w:pStyle w:val="SIText"/>
            </w:pPr>
          </w:p>
          <w:p w14:paraId="6891BEFB" w14:textId="77777777" w:rsidR="00012955" w:rsidRDefault="006E4EF1" w:rsidP="003A14AD">
            <w:pPr>
              <w:pStyle w:val="SIText"/>
            </w:pPr>
            <w:r w:rsidRPr="006E4EF1">
              <w:t>All work must be carried out to comply with workplace procedures, according to state/territory health and safety regulations, legislation and standards that apply to the workplace.</w:t>
            </w:r>
          </w:p>
          <w:p w14:paraId="7458CBF4" w14:textId="77777777" w:rsidR="00012955" w:rsidRDefault="00012955" w:rsidP="003A14AD">
            <w:pPr>
              <w:pStyle w:val="SIText"/>
            </w:pPr>
          </w:p>
          <w:p w14:paraId="12028405" w14:textId="3A589BAB" w:rsidR="00373436" w:rsidRPr="000754EC" w:rsidRDefault="008D0803" w:rsidP="003A14AD">
            <w:pPr>
              <w:pStyle w:val="SIText"/>
            </w:pPr>
            <w:r w:rsidRPr="006F05A5">
              <w:t xml:space="preserve">No </w:t>
            </w:r>
            <w:r w:rsidRPr="008D0803">
              <w:t>occupational licensing, legislative or certification requirements apply to this unit at the time of publication.</w:t>
            </w:r>
          </w:p>
        </w:tc>
      </w:tr>
      <w:tr w:rsidR="00F1480E" w:rsidRPr="00963A46" w14:paraId="2E83E04A" w14:textId="77777777" w:rsidTr="00CA2922">
        <w:tc>
          <w:tcPr>
            <w:tcW w:w="1396" w:type="pct"/>
            <w:shd w:val="clear" w:color="auto" w:fill="auto"/>
          </w:tcPr>
          <w:p w14:paraId="6BB3A04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19EC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E10FD5B" w14:textId="77777777" w:rsidTr="00CA2922">
        <w:tc>
          <w:tcPr>
            <w:tcW w:w="1396" w:type="pct"/>
            <w:shd w:val="clear" w:color="auto" w:fill="auto"/>
          </w:tcPr>
          <w:p w14:paraId="144042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51D2CF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4CD461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9EC8C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B50F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2E19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0201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8813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6A17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14AD" w:rsidRPr="00963A46" w14:paraId="2B563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F0CD3C" w14:textId="77777777" w:rsidR="003A14AD" w:rsidRPr="003A14AD" w:rsidRDefault="003A14AD" w:rsidP="003A14AD">
            <w:pPr>
              <w:pStyle w:val="SIText"/>
            </w:pPr>
            <w:r w:rsidRPr="003D4361">
              <w:t>1. Prepare for replacement</w:t>
            </w:r>
          </w:p>
        </w:tc>
        <w:tc>
          <w:tcPr>
            <w:tcW w:w="3604" w:type="pct"/>
            <w:shd w:val="clear" w:color="auto" w:fill="auto"/>
          </w:tcPr>
          <w:p w14:paraId="40D4C434" w14:textId="77777777" w:rsidR="008D0803" w:rsidRPr="008D0803" w:rsidRDefault="008D0803" w:rsidP="008D0803">
            <w:pPr>
              <w:pStyle w:val="SIText"/>
            </w:pPr>
            <w:r w:rsidRPr="00385A36">
              <w:t xml:space="preserve">1.1 </w:t>
            </w:r>
            <w:r w:rsidRPr="008D0803">
              <w:t>Review work order to determine job requirements and where required seek clarification from appropriate personnel</w:t>
            </w:r>
          </w:p>
          <w:p w14:paraId="3D77CB05" w14:textId="5EE05CDA" w:rsidR="008D0803" w:rsidRPr="008D0803" w:rsidRDefault="008D0803" w:rsidP="008D0803">
            <w:pPr>
              <w:pStyle w:val="SIText"/>
            </w:pPr>
            <w:r>
              <w:t xml:space="preserve">1.2 </w:t>
            </w:r>
            <w:r w:rsidR="006E4EF1" w:rsidRPr="008F75D5">
              <w:rPr>
                <w:noProof/>
              </w:rPr>
              <w:t>Review</w:t>
            </w:r>
            <w:r w:rsidR="006E4EF1">
              <w:t xml:space="preserve"> </w:t>
            </w:r>
            <w:r w:rsidRPr="008D0803">
              <w:t xml:space="preserve"> </w:t>
            </w:r>
            <w:r w:rsidR="006E4EF1">
              <w:t xml:space="preserve">environmental protection procedures and </w:t>
            </w:r>
            <w:r w:rsidRPr="008D0803">
              <w:t xml:space="preserve">workplace health and safety requirements including </w:t>
            </w:r>
            <w:r w:rsidR="0009644C">
              <w:t xml:space="preserve">the </w:t>
            </w:r>
            <w:r w:rsidRPr="0009644C">
              <w:rPr>
                <w:noProof/>
              </w:rPr>
              <w:t>use</w:t>
            </w:r>
            <w:r w:rsidRPr="008D0803">
              <w:t xml:space="preserve"> o</w:t>
            </w:r>
            <w:r w:rsidR="0009644C">
              <w:t>f personal protective equipment</w:t>
            </w:r>
            <w:r w:rsidRPr="008D0803">
              <w:t xml:space="preserve">, equipment </w:t>
            </w:r>
            <w:r w:rsidRPr="0009644C">
              <w:rPr>
                <w:noProof/>
              </w:rPr>
              <w:t>lockout</w:t>
            </w:r>
            <w:r w:rsidRPr="008D0803">
              <w:t xml:space="preserve"> and safe manual handling techniques</w:t>
            </w:r>
          </w:p>
          <w:p w14:paraId="37B44746" w14:textId="233E6E54" w:rsidR="008D0803" w:rsidRPr="008D0803" w:rsidRDefault="008D0803" w:rsidP="008D0803">
            <w:pPr>
              <w:pStyle w:val="SIText"/>
            </w:pPr>
            <w:r w:rsidRPr="00B2235C">
              <w:t>1.</w:t>
            </w:r>
            <w:r w:rsidRPr="008D0803">
              <w:t xml:space="preserve">3 Identify, assess and take actions to mitigate risks and hazards associated with </w:t>
            </w:r>
            <w:r>
              <w:t xml:space="preserve">replacing </w:t>
            </w:r>
            <w:proofErr w:type="spellStart"/>
            <w:r w:rsidR="006E4EF1">
              <w:t>Stellite</w:t>
            </w:r>
            <w:proofErr w:type="spellEnd"/>
            <w:r w:rsidRPr="008D0803">
              <w:t xml:space="preserve"> tips</w:t>
            </w:r>
          </w:p>
          <w:p w14:paraId="1A1F14B6" w14:textId="77777777" w:rsidR="008D0803" w:rsidRPr="008D0803" w:rsidRDefault="008D0803" w:rsidP="008D0803">
            <w:pPr>
              <w:pStyle w:val="SIText"/>
            </w:pPr>
            <w:r>
              <w:t xml:space="preserve">1.4 Identify and implement </w:t>
            </w:r>
            <w:r w:rsidRPr="008D0803">
              <w:t>workplace procedures for minimising waste material and maximising energy efficiency</w:t>
            </w:r>
          </w:p>
          <w:p w14:paraId="356A3A26" w14:textId="77777777" w:rsidR="008D0803" w:rsidRPr="008D0803" w:rsidRDefault="008D0803" w:rsidP="008D0803">
            <w:pPr>
              <w:pStyle w:val="SIText"/>
            </w:pPr>
            <w:r w:rsidRPr="00F452B1">
              <w:t>1.</w:t>
            </w:r>
            <w:r w:rsidRPr="008D0803">
              <w:t>5 Select appropriate tools and equipment and check for operational effectiveness according to manufacturer recommendations</w:t>
            </w:r>
          </w:p>
          <w:p w14:paraId="38A84B1C" w14:textId="71A46848" w:rsidR="003A14AD" w:rsidRPr="003A14AD" w:rsidRDefault="008D0803" w:rsidP="003A14AD">
            <w:pPr>
              <w:pStyle w:val="SIText"/>
            </w:pPr>
            <w:r w:rsidRPr="00F452B1">
              <w:t>1.</w:t>
            </w:r>
            <w:r w:rsidRPr="008D0803">
              <w:t>6 Plan replacement process according to work order</w:t>
            </w:r>
          </w:p>
        </w:tc>
      </w:tr>
      <w:tr w:rsidR="003A14AD" w:rsidRPr="00963A46" w14:paraId="021D62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89064B" w14:textId="77777777" w:rsidR="003A14AD" w:rsidRPr="003A14AD" w:rsidRDefault="003A14AD" w:rsidP="003A14AD">
            <w:pPr>
              <w:pStyle w:val="SIText"/>
            </w:pPr>
            <w:r w:rsidRPr="003D4361">
              <w:t>2. Prepare tips</w:t>
            </w:r>
          </w:p>
        </w:tc>
        <w:tc>
          <w:tcPr>
            <w:tcW w:w="3604" w:type="pct"/>
            <w:shd w:val="clear" w:color="auto" w:fill="auto"/>
          </w:tcPr>
          <w:p w14:paraId="0AB30943" w14:textId="77777777" w:rsidR="008D0803" w:rsidRPr="008D0803" w:rsidRDefault="008D0803" w:rsidP="008D0803">
            <w:pPr>
              <w:pStyle w:val="SIText"/>
            </w:pPr>
            <w:r w:rsidRPr="00F452B1">
              <w:t xml:space="preserve">2.1 </w:t>
            </w:r>
            <w:r w:rsidRPr="008D0803">
              <w:t>Remove and replace saw blade according to manufacturer instructions</w:t>
            </w:r>
          </w:p>
          <w:p w14:paraId="1177067E" w14:textId="33D6D190" w:rsidR="008D0803" w:rsidRPr="008D0803" w:rsidRDefault="008D0803" w:rsidP="008D0803">
            <w:pPr>
              <w:pStyle w:val="SIText"/>
            </w:pPr>
            <w:r>
              <w:t xml:space="preserve">2.2 </w:t>
            </w:r>
            <w:r w:rsidR="005C569C" w:rsidRPr="003D4361">
              <w:t xml:space="preserve">Clean saw of foreign matter and check for </w:t>
            </w:r>
            <w:r w:rsidR="005C569C" w:rsidRPr="005C569C">
              <w:t xml:space="preserve">defects </w:t>
            </w:r>
          </w:p>
          <w:p w14:paraId="20586486" w14:textId="533255D5" w:rsidR="003A14AD" w:rsidRPr="003A14AD" w:rsidRDefault="003A14AD" w:rsidP="003A14AD">
            <w:pPr>
              <w:pStyle w:val="SIText"/>
            </w:pPr>
            <w:r w:rsidRPr="003D4361">
              <w:t>2.</w:t>
            </w:r>
            <w:r w:rsidR="008D0803">
              <w:t>3</w:t>
            </w:r>
            <w:r w:rsidRPr="003D4361">
              <w:t xml:space="preserve"> </w:t>
            </w:r>
            <w:r w:rsidR="005C569C">
              <w:t>Assess saw blade and tip cutting edge condition</w:t>
            </w:r>
          </w:p>
          <w:p w14:paraId="7A15219F" w14:textId="6D4C04B5" w:rsidR="003A14AD" w:rsidRPr="003A14AD" w:rsidRDefault="003A14AD" w:rsidP="003A14AD">
            <w:pPr>
              <w:pStyle w:val="SIText"/>
            </w:pPr>
            <w:r w:rsidRPr="003D4361">
              <w:t>2.</w:t>
            </w:r>
            <w:r w:rsidR="008D0803">
              <w:t>4</w:t>
            </w:r>
            <w:r w:rsidRPr="003D4361">
              <w:t xml:space="preserve"> </w:t>
            </w:r>
            <w:r w:rsidR="005C569C">
              <w:t>Determine tips requiring replacement and compare, check and mark against tolerances</w:t>
            </w:r>
          </w:p>
          <w:p w14:paraId="17B7D2C4" w14:textId="3A254B4F" w:rsidR="003A14AD" w:rsidRPr="003A14AD" w:rsidRDefault="003A14AD" w:rsidP="005C569C">
            <w:pPr>
              <w:pStyle w:val="SIText"/>
            </w:pPr>
            <w:r w:rsidRPr="003D4361">
              <w:t>2.</w:t>
            </w:r>
            <w:r w:rsidR="008D0803">
              <w:t>5</w:t>
            </w:r>
            <w:r w:rsidRPr="003D4361">
              <w:t xml:space="preserve"> </w:t>
            </w:r>
            <w:r w:rsidR="005C569C">
              <w:t>Clean saw, tip and machine contact surfaces to ensure set-up accuracy and efficient heat flow during silver brazing and welding</w:t>
            </w:r>
          </w:p>
        </w:tc>
      </w:tr>
      <w:tr w:rsidR="003A14AD" w:rsidRPr="00963A46" w14:paraId="306A79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3C70E" w14:textId="77777777" w:rsidR="003A14AD" w:rsidRPr="003A14AD" w:rsidRDefault="003A14AD" w:rsidP="003A14AD">
            <w:pPr>
              <w:pStyle w:val="SIText"/>
            </w:pPr>
            <w:r w:rsidRPr="003D4361">
              <w:t>3. Replace tips</w:t>
            </w:r>
          </w:p>
        </w:tc>
        <w:tc>
          <w:tcPr>
            <w:tcW w:w="3604" w:type="pct"/>
            <w:shd w:val="clear" w:color="auto" w:fill="auto"/>
          </w:tcPr>
          <w:p w14:paraId="3DF90049" w14:textId="4A278BE6" w:rsidR="00324117" w:rsidRPr="00324117" w:rsidRDefault="00324117" w:rsidP="00324117">
            <w:r w:rsidRPr="00324117">
              <w:t xml:space="preserve">3.1 Set up saw in brazing jig/tipping machine in line with manufacturer instructions </w:t>
            </w:r>
          </w:p>
          <w:p w14:paraId="148CD347" w14:textId="6A2ECB25" w:rsidR="00324117" w:rsidRPr="00324117" w:rsidRDefault="00324117" w:rsidP="00324117">
            <w:r w:rsidRPr="00324117">
              <w:t>3.2 Select consumable material and a suitable technique for application and heat control</w:t>
            </w:r>
          </w:p>
          <w:p w14:paraId="73249418" w14:textId="77777777" w:rsidR="00324117" w:rsidRPr="00324117" w:rsidRDefault="00324117" w:rsidP="00324117">
            <w:r w:rsidRPr="00324117">
              <w:t>3.3 Braze or weld one tip into position and check the replacement tip meets enterprise clearance specifications</w:t>
            </w:r>
          </w:p>
          <w:p w14:paraId="3AF4A4CB" w14:textId="41B324B7" w:rsidR="00324117" w:rsidRPr="00324117" w:rsidRDefault="00324117" w:rsidP="00324117">
            <w:r w:rsidRPr="00324117">
              <w:t>3.4 Trial braze or weld one tip and make necessary adjustments to confirm new tip has correct height, hook angle and side clearances</w:t>
            </w:r>
          </w:p>
          <w:p w14:paraId="28B54781" w14:textId="7CCEE416" w:rsidR="00324117" w:rsidRPr="00324117" w:rsidRDefault="00324117" w:rsidP="00324117">
            <w:r w:rsidRPr="00324117">
              <w:t>3.</w:t>
            </w:r>
            <w:r>
              <w:t>5</w:t>
            </w:r>
            <w:r w:rsidRPr="00324117">
              <w:t xml:space="preserve"> Set manual or automatic feeds </w:t>
            </w:r>
            <w:r w:rsidR="0009644C">
              <w:t>according to</w:t>
            </w:r>
            <w:r w:rsidRPr="00324117">
              <w:t xml:space="preserve"> </w:t>
            </w:r>
            <w:r w:rsidR="0009644C">
              <w:t xml:space="preserve">the </w:t>
            </w:r>
            <w:r w:rsidRPr="0009644C">
              <w:rPr>
                <w:noProof/>
              </w:rPr>
              <w:t>number</w:t>
            </w:r>
            <w:r w:rsidRPr="00324117">
              <w:t xml:space="preserve"> of </w:t>
            </w:r>
            <w:r w:rsidRPr="004033A0">
              <w:rPr>
                <w:noProof/>
              </w:rPr>
              <w:t>tips</w:t>
            </w:r>
            <w:r w:rsidR="0009644C">
              <w:t xml:space="preserve"> to </w:t>
            </w:r>
            <w:r w:rsidR="0009644C" w:rsidRPr="004033A0">
              <w:rPr>
                <w:noProof/>
              </w:rPr>
              <w:t>be welded</w:t>
            </w:r>
          </w:p>
          <w:p w14:paraId="4D84DD01" w14:textId="30B741C9" w:rsidR="00324117" w:rsidRPr="00324117" w:rsidRDefault="00324117" w:rsidP="00324117">
            <w:r w:rsidRPr="00324117">
              <w:t xml:space="preserve">3.7 Complete tip replacement and when required, adjust annealing temperature to </w:t>
            </w:r>
            <w:r w:rsidR="0009644C">
              <w:t xml:space="preserve">the </w:t>
            </w:r>
            <w:r w:rsidRPr="0009644C">
              <w:rPr>
                <w:noProof/>
              </w:rPr>
              <w:t>specified</w:t>
            </w:r>
            <w:r w:rsidRPr="00324117">
              <w:t xml:space="preserve"> range</w:t>
            </w:r>
          </w:p>
          <w:p w14:paraId="358A1314" w14:textId="2662B24E" w:rsidR="00324117" w:rsidRPr="00324117" w:rsidRDefault="00324117" w:rsidP="00324117">
            <w:r w:rsidRPr="00324117">
              <w:t xml:space="preserve">3.8 Repair damaged tips and dispose of irreparable tips </w:t>
            </w:r>
            <w:r>
              <w:t>according to</w:t>
            </w:r>
            <w:r w:rsidRPr="00324117">
              <w:t xml:space="preserve"> environmental protection requirements</w:t>
            </w:r>
          </w:p>
          <w:p w14:paraId="0D0ABE9C" w14:textId="3355DBED" w:rsidR="00324117" w:rsidRPr="00324117" w:rsidRDefault="00324117" w:rsidP="00324117">
            <w:r w:rsidRPr="00324117">
              <w:t xml:space="preserve">3.9 Clean saw blade and tip </w:t>
            </w:r>
            <w:r w:rsidRPr="0009644C">
              <w:rPr>
                <w:noProof/>
              </w:rPr>
              <w:t>surface</w:t>
            </w:r>
            <w:r w:rsidRPr="00324117">
              <w:t xml:space="preserve"> </w:t>
            </w:r>
            <w:r w:rsidR="0009644C">
              <w:rPr>
                <w:noProof/>
              </w:rPr>
              <w:t>before</w:t>
            </w:r>
            <w:r w:rsidRPr="00324117">
              <w:t xml:space="preserve"> checking tip tolerances against specifications</w:t>
            </w:r>
          </w:p>
          <w:p w14:paraId="7F09A777" w14:textId="41278FDA" w:rsidR="003A14AD" w:rsidRPr="003A14AD" w:rsidRDefault="00324117" w:rsidP="003A14AD">
            <w:pPr>
              <w:pStyle w:val="SIText"/>
            </w:pPr>
            <w:r w:rsidRPr="00324117">
              <w:t>3.10 Identify routine processing and equipment faults and resolve or report to appropriate personnel</w:t>
            </w:r>
          </w:p>
        </w:tc>
      </w:tr>
    </w:tbl>
    <w:p w14:paraId="7FBA007C" w14:textId="77777777" w:rsidR="005F771F" w:rsidRDefault="005F771F" w:rsidP="005F771F">
      <w:pPr>
        <w:pStyle w:val="SIText"/>
      </w:pPr>
    </w:p>
    <w:p w14:paraId="1DB18165" w14:textId="77777777" w:rsidR="005F771F" w:rsidRPr="000754EC" w:rsidRDefault="005F771F" w:rsidP="000754EC">
      <w:r>
        <w:br w:type="page"/>
      </w:r>
    </w:p>
    <w:p w14:paraId="3DBDCC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759792" w14:textId="77777777" w:rsidTr="00CA2922">
        <w:trPr>
          <w:tblHeader/>
        </w:trPr>
        <w:tc>
          <w:tcPr>
            <w:tcW w:w="5000" w:type="pct"/>
            <w:gridSpan w:val="2"/>
          </w:tcPr>
          <w:p w14:paraId="35551E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8CF3E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7FAB58" w14:textId="77777777" w:rsidTr="00CA2922">
        <w:trPr>
          <w:tblHeader/>
        </w:trPr>
        <w:tc>
          <w:tcPr>
            <w:tcW w:w="1396" w:type="pct"/>
          </w:tcPr>
          <w:p w14:paraId="11448D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0038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0803" w:rsidRPr="00336FCA" w:rsidDel="00423CB2" w14:paraId="336BABAD" w14:textId="77777777" w:rsidTr="00CA2922">
        <w:tc>
          <w:tcPr>
            <w:tcW w:w="1396" w:type="pct"/>
          </w:tcPr>
          <w:p w14:paraId="2DEAAF91" w14:textId="2A1338D9" w:rsidR="008D0803" w:rsidRPr="008D0803" w:rsidRDefault="008D0803" w:rsidP="008D0803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63391C2" w14:textId="62196B7D" w:rsidR="008D0803" w:rsidRPr="008D0803" w:rsidRDefault="008D0803" w:rsidP="008D0803">
            <w:pPr>
              <w:pStyle w:val="SIBulletList1"/>
            </w:pPr>
            <w:r w:rsidRPr="00451842">
              <w:t xml:space="preserve">Extract </w:t>
            </w:r>
            <w:r w:rsidR="0009644C">
              <w:rPr>
                <w:noProof/>
              </w:rPr>
              <w:t>essential</w:t>
            </w:r>
            <w:r w:rsidRPr="00451842">
              <w:t xml:space="preserve"> information from operational manuals to determine safe operating procedures for </w:t>
            </w:r>
            <w:r w:rsidRPr="008D0803">
              <w:t xml:space="preserve">equipment </w:t>
            </w:r>
          </w:p>
        </w:tc>
      </w:tr>
      <w:tr w:rsidR="008D0803" w:rsidRPr="00336FCA" w:rsidDel="00423CB2" w14:paraId="1BD7B700" w14:textId="77777777" w:rsidTr="00CA2922">
        <w:tc>
          <w:tcPr>
            <w:tcW w:w="1396" w:type="pct"/>
          </w:tcPr>
          <w:p w14:paraId="44A5CA6A" w14:textId="3333D8AF" w:rsidR="008D0803" w:rsidRPr="008D0803" w:rsidRDefault="008D0803" w:rsidP="008D0803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0C7C6913" w14:textId="58FDC51D" w:rsidR="008D0803" w:rsidRPr="008D0803" w:rsidRDefault="008D0803" w:rsidP="008D0EBA">
            <w:pPr>
              <w:pStyle w:val="SIBulletList1"/>
            </w:pPr>
            <w:r w:rsidRPr="00451842">
              <w:t xml:space="preserve">Prepare routine written reports using </w:t>
            </w:r>
            <w:r w:rsidR="0009644C">
              <w:t xml:space="preserve">the </w:t>
            </w:r>
            <w:r w:rsidRPr="0009644C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8D0803" w:rsidRPr="00336FCA" w:rsidDel="00423CB2" w14:paraId="1A45F9B4" w14:textId="77777777" w:rsidTr="00CA2922">
        <w:tc>
          <w:tcPr>
            <w:tcW w:w="1396" w:type="pct"/>
          </w:tcPr>
          <w:p w14:paraId="3D943E36" w14:textId="361C7A7C" w:rsidR="008D0803" w:rsidRPr="008D0803" w:rsidRDefault="008D0803" w:rsidP="008D0803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7B2374D5" w14:textId="7D93C321" w:rsidR="008D0803" w:rsidRPr="008D0803" w:rsidRDefault="008D0803" w:rsidP="008D0803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8D0803" w:rsidRPr="00336FCA" w:rsidDel="00423CB2" w14:paraId="14C1E032" w14:textId="77777777" w:rsidTr="00CA2922">
        <w:tc>
          <w:tcPr>
            <w:tcW w:w="1396" w:type="pct"/>
          </w:tcPr>
          <w:p w14:paraId="09893EA4" w14:textId="28B1D242" w:rsidR="008D0803" w:rsidRPr="008D0803" w:rsidRDefault="008D0803" w:rsidP="008D0803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446D2A0D" w14:textId="77777777" w:rsidR="008D0803" w:rsidRPr="008D0803" w:rsidRDefault="008D0803" w:rsidP="008D0803">
            <w:pPr>
              <w:pStyle w:val="SIBulletList1"/>
            </w:pPr>
            <w:r>
              <w:t>Use standard units of measurement and symbols for temperature</w:t>
            </w:r>
            <w:r w:rsidRPr="008D0803">
              <w:t xml:space="preserve"> and volume</w:t>
            </w:r>
          </w:p>
          <w:p w14:paraId="7134E1A8" w14:textId="48DBFED3" w:rsidR="008D0803" w:rsidRPr="008D0803" w:rsidRDefault="008D0803" w:rsidP="008D0803">
            <w:pPr>
              <w:pStyle w:val="SIBulletList1"/>
            </w:pPr>
            <w:r>
              <w:t xml:space="preserve">Use basic arithmetic skills to </w:t>
            </w:r>
            <w:r w:rsidRPr="008D0803">
              <w:t>determine amount of brazing material required when replacing tips</w:t>
            </w:r>
          </w:p>
        </w:tc>
      </w:tr>
      <w:tr w:rsidR="008D0803" w:rsidRPr="00336FCA" w:rsidDel="00423CB2" w14:paraId="0EC7C777" w14:textId="77777777" w:rsidTr="00CA2922">
        <w:tc>
          <w:tcPr>
            <w:tcW w:w="1396" w:type="pct"/>
          </w:tcPr>
          <w:p w14:paraId="6CC2A2DF" w14:textId="35495A18" w:rsidR="008D0803" w:rsidRPr="008D0803" w:rsidRDefault="008D0803" w:rsidP="008D0803">
            <w:pPr>
              <w:pStyle w:val="SIText"/>
            </w:pPr>
            <w:r w:rsidRPr="00451842">
              <w:t>Navigate</w:t>
            </w:r>
            <w:r w:rsidRPr="008D0803">
              <w:t xml:space="preserve"> the world of work</w:t>
            </w:r>
          </w:p>
        </w:tc>
        <w:tc>
          <w:tcPr>
            <w:tcW w:w="3604" w:type="pct"/>
          </w:tcPr>
          <w:p w14:paraId="287E4272" w14:textId="1159410F" w:rsidR="008D0803" w:rsidRPr="008D0803" w:rsidRDefault="008D0803" w:rsidP="008D0803">
            <w:pPr>
              <w:pStyle w:val="SIBulletList1"/>
            </w:pPr>
            <w:r>
              <w:t>Identify</w:t>
            </w:r>
            <w:r w:rsidRPr="008D0803">
              <w:t xml:space="preserve"> main tasks, responsibilities and boundaries of own role</w:t>
            </w:r>
          </w:p>
        </w:tc>
      </w:tr>
      <w:tr w:rsidR="008D0803" w:rsidRPr="00336FCA" w:rsidDel="00423CB2" w14:paraId="53A77859" w14:textId="77777777" w:rsidTr="00CA2922">
        <w:tc>
          <w:tcPr>
            <w:tcW w:w="1396" w:type="pct"/>
          </w:tcPr>
          <w:p w14:paraId="213BCE9D" w14:textId="2821A1D6" w:rsidR="008D0803" w:rsidRPr="008D0803" w:rsidRDefault="008D0803" w:rsidP="008D0803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B71466C" w14:textId="40EC3B60" w:rsidR="008D0803" w:rsidRPr="008D0803" w:rsidRDefault="008D0803" w:rsidP="008D0803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8D0803" w:rsidRPr="00336FCA" w:rsidDel="00423CB2" w14:paraId="35BA5928" w14:textId="77777777" w:rsidTr="00CA2922">
        <w:tc>
          <w:tcPr>
            <w:tcW w:w="1396" w:type="pct"/>
          </w:tcPr>
          <w:p w14:paraId="31F90303" w14:textId="48FB1CE3" w:rsidR="008D0803" w:rsidRPr="00451842" w:rsidRDefault="008D0803" w:rsidP="008D0803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38F54DE7" w14:textId="649003A2" w:rsidR="008D0803" w:rsidRPr="00451842" w:rsidRDefault="008D0803" w:rsidP="008D0803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AC0C36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FA40A9" w14:textId="77777777" w:rsidTr="00F33FF2">
        <w:tc>
          <w:tcPr>
            <w:tcW w:w="5000" w:type="pct"/>
            <w:gridSpan w:val="4"/>
          </w:tcPr>
          <w:p w14:paraId="2F70FF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45149E" w14:textId="77777777" w:rsidTr="00F33FF2">
        <w:tc>
          <w:tcPr>
            <w:tcW w:w="1028" w:type="pct"/>
          </w:tcPr>
          <w:p w14:paraId="478F48A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E3A7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A0C25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C5AD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A14AD" w14:paraId="679882F8" w14:textId="77777777" w:rsidTr="00F33FF2">
        <w:tc>
          <w:tcPr>
            <w:tcW w:w="1028" w:type="pct"/>
          </w:tcPr>
          <w:p w14:paraId="53EFC4F2" w14:textId="21CB2AB8" w:rsidR="003A14AD" w:rsidRDefault="005C0A48" w:rsidP="003A14AD">
            <w:pPr>
              <w:pStyle w:val="SIText"/>
            </w:pPr>
            <w:r>
              <w:t>FWP</w:t>
            </w:r>
            <w:r w:rsidRPr="003A14AD">
              <w:t>SAW</w:t>
            </w:r>
            <w:r>
              <w:t>3</w:t>
            </w:r>
            <w:r w:rsidR="004C1055">
              <w:t xml:space="preserve">XXX </w:t>
            </w:r>
            <w:r w:rsidR="003A14AD" w:rsidRPr="003A14AD">
              <w:t xml:space="preserve">Replace </w:t>
            </w:r>
            <w:proofErr w:type="spellStart"/>
            <w:r w:rsidR="006E4EF1">
              <w:t>Stellite</w:t>
            </w:r>
            <w:proofErr w:type="spellEnd"/>
            <w:r w:rsidR="003A14AD" w:rsidRPr="003A14AD">
              <w:t xml:space="preserve"> tips</w:t>
            </w:r>
          </w:p>
          <w:p w14:paraId="69349B35" w14:textId="157D527D" w:rsidR="008D0803" w:rsidRPr="003A14AD" w:rsidRDefault="008D0803" w:rsidP="004C1055">
            <w:pPr>
              <w:pStyle w:val="SIText"/>
            </w:pPr>
            <w:r>
              <w:t xml:space="preserve">Release </w:t>
            </w:r>
            <w:r w:rsidR="004C1055">
              <w:t>1</w:t>
            </w:r>
          </w:p>
        </w:tc>
        <w:tc>
          <w:tcPr>
            <w:tcW w:w="1105" w:type="pct"/>
          </w:tcPr>
          <w:p w14:paraId="49E46FA4" w14:textId="6ECDDD39" w:rsidR="003A14AD" w:rsidRDefault="003A14AD" w:rsidP="003A14AD">
            <w:pPr>
              <w:pStyle w:val="SIText"/>
            </w:pPr>
            <w:r w:rsidRPr="006C3E94">
              <w:t>F</w:t>
            </w:r>
            <w:r w:rsidR="005227AB">
              <w:t>WP</w:t>
            </w:r>
            <w:r w:rsidRPr="006C3E94">
              <w:t xml:space="preserve">SAW3219 Replace </w:t>
            </w:r>
            <w:proofErr w:type="spellStart"/>
            <w:r w:rsidR="006E4EF1">
              <w:t>Stellite</w:t>
            </w:r>
            <w:proofErr w:type="spellEnd"/>
            <w:r w:rsidRPr="006C3E94">
              <w:t xml:space="preserve"> tips</w:t>
            </w:r>
          </w:p>
          <w:p w14:paraId="223327BB" w14:textId="5EA808B4" w:rsidR="008D0803" w:rsidRPr="003A14AD" w:rsidRDefault="008D0803" w:rsidP="003A14AD">
            <w:pPr>
              <w:pStyle w:val="SIText"/>
            </w:pPr>
            <w:r w:rsidRPr="00101F36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F8804DB" w14:textId="59E4D4E5" w:rsidR="003A14AD" w:rsidRPr="003A14AD" w:rsidRDefault="006E4EF1" w:rsidP="00CC0D68">
            <w:bookmarkStart w:id="0" w:name="_GoBack"/>
            <w:bookmarkEnd w:id="0"/>
            <w:r w:rsidRPr="006E4EF1">
              <w:t xml:space="preserve">Revised </w:t>
            </w:r>
            <w:r w:rsidR="004420B1">
              <w:t>p</w:t>
            </w:r>
            <w:r w:rsidRPr="006E4EF1">
              <w:t xml:space="preserve">erformance </w:t>
            </w:r>
            <w:r w:rsidR="004420B1">
              <w:t>c</w:t>
            </w:r>
            <w:r w:rsidRPr="0009644C">
              <w:rPr>
                <w:noProof/>
              </w:rPr>
              <w:t>riteria</w:t>
            </w:r>
            <w:r w:rsidRPr="006E4EF1">
              <w:t xml:space="preserve"> </w:t>
            </w:r>
            <w:r w:rsidR="0009644C">
              <w:t xml:space="preserve">of </w:t>
            </w:r>
            <w:r w:rsidR="004420B1">
              <w:t>e</w:t>
            </w:r>
            <w:r w:rsidRPr="006E4EF1">
              <w:t>lement 3</w:t>
            </w:r>
            <w:r w:rsidR="0009644C">
              <w:t>; c</w:t>
            </w:r>
            <w:r w:rsidR="0009644C" w:rsidRPr="0009644C">
              <w:t xml:space="preserve">larified </w:t>
            </w:r>
            <w:r w:rsidR="004420B1">
              <w:t>p</w:t>
            </w:r>
            <w:r w:rsidR="0009644C" w:rsidRPr="0009644C">
              <w:t xml:space="preserve">erformance </w:t>
            </w:r>
            <w:r w:rsidR="004420B1">
              <w:t>e</w:t>
            </w:r>
            <w:r w:rsidR="0009644C" w:rsidRPr="0009644C">
              <w:t>vidence</w:t>
            </w:r>
            <w:r w:rsidR="0009644C">
              <w:t>;</w:t>
            </w:r>
            <w:r w:rsidR="0009644C" w:rsidRPr="0009644C">
              <w:t xml:space="preserve"> </w:t>
            </w:r>
            <w:r w:rsidR="00CC0D68">
              <w:t xml:space="preserve">minor edits to </w:t>
            </w:r>
            <w:r w:rsidR="004420B1">
              <w:t>k</w:t>
            </w:r>
            <w:r w:rsidRPr="006E4EF1">
              <w:t xml:space="preserve">nowledge </w:t>
            </w:r>
            <w:r w:rsidR="004420B1">
              <w:t>e</w:t>
            </w:r>
            <w:r w:rsidRPr="006E4EF1">
              <w:t>vidence</w:t>
            </w:r>
            <w:proofErr w:type="gramStart"/>
            <w:r>
              <w:t>;</w:t>
            </w:r>
            <w:proofErr w:type="gramEnd"/>
            <w:r w:rsidR="004C1055">
              <w:t xml:space="preserve"> corrected typographical error in the title and changed unit code for compliance</w:t>
            </w:r>
            <w:r w:rsidR="0009644C">
              <w:t>.</w:t>
            </w:r>
          </w:p>
        </w:tc>
        <w:tc>
          <w:tcPr>
            <w:tcW w:w="1616" w:type="pct"/>
          </w:tcPr>
          <w:p w14:paraId="402F09D2" w14:textId="373A21A6" w:rsidR="003A14AD" w:rsidRPr="003A14AD" w:rsidRDefault="006E4EF1" w:rsidP="003A14AD">
            <w:pPr>
              <w:pStyle w:val="SIText"/>
            </w:pPr>
            <w:r>
              <w:t>Equivalent</w:t>
            </w:r>
          </w:p>
        </w:tc>
      </w:tr>
    </w:tbl>
    <w:p w14:paraId="60E56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53A961" w14:textId="77777777" w:rsidTr="00CA2922">
        <w:tc>
          <w:tcPr>
            <w:tcW w:w="1396" w:type="pct"/>
            <w:shd w:val="clear" w:color="auto" w:fill="auto"/>
          </w:tcPr>
          <w:p w14:paraId="5AD84E3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3CB0B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A95CCB9" w14:textId="77777777" w:rsidR="00F1480E" w:rsidRDefault="00F1480E" w:rsidP="005F771F">
      <w:pPr>
        <w:pStyle w:val="SIText"/>
      </w:pPr>
    </w:p>
    <w:p w14:paraId="3FDBB0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90DB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F0D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613090" w14:textId="168F52B0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A14AD" w:rsidRPr="003A14AD">
              <w:t>FWPSAW</w:t>
            </w:r>
            <w:r w:rsidR="008F1AA6">
              <w:t>3</w:t>
            </w:r>
            <w:r w:rsidR="008D0803">
              <w:t>XXX</w:t>
            </w:r>
            <w:r w:rsidR="003A14AD" w:rsidRPr="003A14AD">
              <w:t xml:space="preserve"> Replace </w:t>
            </w:r>
            <w:proofErr w:type="spellStart"/>
            <w:r w:rsidR="006E4EF1">
              <w:t>Stellite</w:t>
            </w:r>
            <w:proofErr w:type="spellEnd"/>
            <w:r w:rsidR="003A14AD" w:rsidRPr="003A14AD">
              <w:t xml:space="preserve"> tips</w:t>
            </w:r>
          </w:p>
        </w:tc>
      </w:tr>
      <w:tr w:rsidR="00556C4C" w:rsidRPr="00A55106" w14:paraId="686E5BC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113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411CA0" w14:textId="77777777" w:rsidTr="00113678">
        <w:tc>
          <w:tcPr>
            <w:tcW w:w="5000" w:type="pct"/>
            <w:gridSpan w:val="2"/>
            <w:shd w:val="clear" w:color="auto" w:fill="auto"/>
          </w:tcPr>
          <w:p w14:paraId="2CC7B667" w14:textId="77777777" w:rsidR="00101F36" w:rsidRPr="00101F36" w:rsidRDefault="008D0803" w:rsidP="00101F36">
            <w:pPr>
              <w:rPr>
                <w:noProof/>
              </w:rPr>
            </w:pPr>
            <w:r w:rsidRPr="00AA1C40">
              <w:t>A</w:t>
            </w:r>
            <w:r w:rsidRPr="008D0803">
              <w:t>n individual demonstrating competency must satisfy all the elements and performance criteria in this unit. There must be evidence</w:t>
            </w:r>
            <w:r w:rsidR="00101F36">
              <w:t xml:space="preserve"> that</w:t>
            </w:r>
            <w:r w:rsidRPr="008D0803">
              <w:t xml:space="preserve">, </w:t>
            </w:r>
            <w:r w:rsidR="00101F36">
              <w:t xml:space="preserve">on </w:t>
            </w:r>
            <w:r w:rsidRPr="008D0803">
              <w:t xml:space="preserve">at least on one occasion, </w:t>
            </w:r>
            <w:r w:rsidR="00101F36" w:rsidRPr="008D0803">
              <w:t>the individual has</w:t>
            </w:r>
            <w:r w:rsidR="00101F36">
              <w:t>:</w:t>
            </w:r>
            <w:r w:rsidR="00101F36" w:rsidRPr="00101F36">
              <w:t xml:space="preserve"> </w:t>
            </w:r>
          </w:p>
          <w:p w14:paraId="2C8C473F" w14:textId="2C35EDA4" w:rsidR="008D0803" w:rsidRPr="008D0803" w:rsidRDefault="008D0803" w:rsidP="00101F36">
            <w:pPr>
              <w:pStyle w:val="SIBulletList1"/>
            </w:pPr>
            <w:r w:rsidRPr="00101F36">
              <w:rPr>
                <w:noProof/>
              </w:rPr>
              <w:t>followed</w:t>
            </w:r>
            <w:r w:rsidRPr="008D0803">
              <w:t xml:space="preserve"> </w:t>
            </w:r>
            <w:r w:rsidR="00101F36">
              <w:t xml:space="preserve">work </w:t>
            </w:r>
            <w:r w:rsidR="00101F36" w:rsidRPr="00F0178F">
              <w:rPr>
                <w:noProof/>
              </w:rPr>
              <w:t>order</w:t>
            </w:r>
            <w:r w:rsidR="00101F36">
              <w:t xml:space="preserve"> and </w:t>
            </w:r>
            <w:r w:rsidRPr="008D0803">
              <w:t xml:space="preserve">workplace health and safety </w:t>
            </w:r>
            <w:r w:rsidRPr="00101F36">
              <w:rPr>
                <w:noProof/>
              </w:rPr>
              <w:t>procedures</w:t>
            </w:r>
            <w:r w:rsidRPr="008D0803">
              <w:t xml:space="preserve"> </w:t>
            </w:r>
            <w:r w:rsidR="009C48D9">
              <w:t xml:space="preserve">for replacing </w:t>
            </w:r>
            <w:proofErr w:type="spellStart"/>
            <w:r w:rsidR="009C48D9">
              <w:t>Stellite</w:t>
            </w:r>
            <w:proofErr w:type="spellEnd"/>
            <w:r w:rsidR="009C48D9">
              <w:t xml:space="preserve"> </w:t>
            </w:r>
            <w:r w:rsidR="00F0178F">
              <w:t>tip</w:t>
            </w:r>
            <w:r w:rsidR="009C48D9">
              <w:t>s</w:t>
            </w:r>
            <w:r w:rsidR="00F0178F">
              <w:t xml:space="preserve"> </w:t>
            </w:r>
          </w:p>
          <w:p w14:paraId="291E2A6A" w14:textId="786270F8" w:rsidR="00384F43" w:rsidRDefault="008D0803" w:rsidP="003A14AD">
            <w:pPr>
              <w:pStyle w:val="SIBulletList1"/>
            </w:pPr>
            <w:r w:rsidRPr="004033A0">
              <w:rPr>
                <w:noProof/>
              </w:rPr>
              <w:t>assess</w:t>
            </w:r>
            <w:r w:rsidR="00384F43" w:rsidRPr="004033A0">
              <w:rPr>
                <w:noProof/>
              </w:rPr>
              <w:t>ed</w:t>
            </w:r>
            <w:r w:rsidRPr="00A45A4D">
              <w:t xml:space="preserve"> condition of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tips</w:t>
            </w:r>
          </w:p>
          <w:p w14:paraId="6EE351A9" w14:textId="77777777" w:rsidR="00384F43" w:rsidRDefault="00384F43" w:rsidP="003A14AD">
            <w:pPr>
              <w:pStyle w:val="SIBulletList1"/>
            </w:pPr>
            <w:r>
              <w:t xml:space="preserve">prepared </w:t>
            </w:r>
            <w:r w:rsidRPr="00101F36">
              <w:rPr>
                <w:noProof/>
              </w:rPr>
              <w:t>tips</w:t>
            </w:r>
            <w:r>
              <w:t xml:space="preserve"> for replacement</w:t>
            </w:r>
          </w:p>
          <w:p w14:paraId="4CD209EB" w14:textId="7394D1C0" w:rsidR="00324117" w:rsidRDefault="00324117" w:rsidP="003A14AD">
            <w:pPr>
              <w:pStyle w:val="SIBulletList1"/>
            </w:pPr>
            <w:r>
              <w:t xml:space="preserve">removed and </w:t>
            </w:r>
            <w:r w:rsidR="00384F43">
              <w:t xml:space="preserve">replaced </w:t>
            </w:r>
            <w:proofErr w:type="spellStart"/>
            <w:r w:rsidR="006E4EF1">
              <w:t>Stellite</w:t>
            </w:r>
            <w:proofErr w:type="spellEnd"/>
            <w:r w:rsidR="00384F43">
              <w:t xml:space="preserve"> tips</w:t>
            </w:r>
            <w:r>
              <w:t>, including:</w:t>
            </w:r>
          </w:p>
          <w:p w14:paraId="381A9638" w14:textId="3A39C6F5" w:rsidR="00324117" w:rsidRPr="00324117" w:rsidRDefault="00324117" w:rsidP="00012955">
            <w:pPr>
              <w:pStyle w:val="SIBulletList2"/>
            </w:pPr>
            <w:r w:rsidRPr="00324117">
              <w:t>braze</w:t>
            </w:r>
            <w:r>
              <w:t>d</w:t>
            </w:r>
            <w:r w:rsidRPr="00324117">
              <w:t xml:space="preserve"> or weld</w:t>
            </w:r>
            <w:r>
              <w:t>ed</w:t>
            </w:r>
            <w:r w:rsidRPr="00324117">
              <w:t xml:space="preserve"> new </w:t>
            </w:r>
            <w:proofErr w:type="spellStart"/>
            <w:r w:rsidR="006E4EF1">
              <w:t>Stellite</w:t>
            </w:r>
            <w:proofErr w:type="spellEnd"/>
            <w:r w:rsidRPr="00324117">
              <w:t xml:space="preserve"> tips onto the tooth face or tooth seat</w:t>
            </w:r>
          </w:p>
          <w:p w14:paraId="6F01B4D6" w14:textId="7BD9F4F5" w:rsidR="00324117" w:rsidRPr="00324117" w:rsidRDefault="00324117" w:rsidP="00012955">
            <w:pPr>
              <w:pStyle w:val="SIBulletList2"/>
            </w:pPr>
            <w:r w:rsidRPr="00324117">
              <w:t>replace</w:t>
            </w:r>
            <w:r>
              <w:t>d</w:t>
            </w:r>
            <w:r w:rsidRPr="00324117">
              <w:t xml:space="preserve"> tips that </w:t>
            </w:r>
            <w:r w:rsidRPr="004033A0">
              <w:rPr>
                <w:noProof/>
              </w:rPr>
              <w:t>are broken,</w:t>
            </w:r>
            <w:r w:rsidRPr="00324117">
              <w:t xml:space="preserve"> missing or worn out</w:t>
            </w:r>
          </w:p>
          <w:p w14:paraId="0A77428F" w14:textId="037FE72D" w:rsidR="00556C4C" w:rsidRPr="000754EC" w:rsidRDefault="00324117" w:rsidP="00012955">
            <w:pPr>
              <w:pStyle w:val="SIBulletList2"/>
            </w:pPr>
            <w:r w:rsidRPr="004033A0">
              <w:rPr>
                <w:noProof/>
              </w:rPr>
              <w:t>rebuit</w:t>
            </w:r>
            <w:r w:rsidRPr="00324117">
              <w:t xml:space="preserve"> broken or damaged tips</w:t>
            </w:r>
            <w:r w:rsidR="00101F36">
              <w:t>.</w:t>
            </w:r>
          </w:p>
        </w:tc>
      </w:tr>
    </w:tbl>
    <w:p w14:paraId="08F3F4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7BEFF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EC2C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15B006" w14:textId="77777777" w:rsidTr="00CA2922">
        <w:tc>
          <w:tcPr>
            <w:tcW w:w="5000" w:type="pct"/>
            <w:shd w:val="clear" w:color="auto" w:fill="auto"/>
          </w:tcPr>
          <w:p w14:paraId="236E39A2" w14:textId="77777777" w:rsidR="00384F43" w:rsidRPr="00384F43" w:rsidRDefault="00384F43" w:rsidP="00384F43">
            <w:r w:rsidRPr="00E25AF7">
              <w:t>A</w:t>
            </w:r>
            <w:r w:rsidRPr="00384F43">
              <w:t xml:space="preserve">n individual must be able to demonstrate the knowledge required to perform the tasks outlined in the elements and performance criteria of this unit. </w:t>
            </w:r>
            <w:r w:rsidRPr="004033A0">
              <w:rPr>
                <w:noProof/>
              </w:rPr>
              <w:t>This</w:t>
            </w:r>
            <w:r w:rsidRPr="00384F43">
              <w:t xml:space="preserve"> includes </w:t>
            </w:r>
            <w:r w:rsidRPr="004033A0">
              <w:rPr>
                <w:noProof/>
              </w:rPr>
              <w:t>knowledge</w:t>
            </w:r>
            <w:r w:rsidRPr="00384F43">
              <w:t xml:space="preserve"> of:</w:t>
            </w:r>
            <w:r w:rsidRPr="00384F43" w:rsidDel="0033327B">
              <w:t xml:space="preserve"> </w:t>
            </w:r>
          </w:p>
          <w:p w14:paraId="1BB46826" w14:textId="5FF14F73" w:rsidR="00006A43" w:rsidRPr="00006A43" w:rsidRDefault="00006A43" w:rsidP="00591FFF">
            <w:pPr>
              <w:pStyle w:val="SIBulletList1"/>
            </w:pPr>
            <w:r>
              <w:t>b</w:t>
            </w:r>
            <w:r w:rsidRPr="00006A43">
              <w:t xml:space="preserve">asic </w:t>
            </w:r>
            <w:r w:rsidRPr="004033A0">
              <w:rPr>
                <w:noProof/>
              </w:rPr>
              <w:t>knowledge</w:t>
            </w:r>
            <w:r w:rsidRPr="00006A43">
              <w:t xml:space="preserve"> of physics of sawing including:</w:t>
            </w:r>
          </w:p>
          <w:p w14:paraId="730C2928" w14:textId="77777777" w:rsidR="00006A43" w:rsidRPr="00006A43" w:rsidRDefault="00006A43" w:rsidP="00591FFF">
            <w:pPr>
              <w:pStyle w:val="SIBulletList2"/>
            </w:pPr>
            <w:r w:rsidRPr="00006A43">
              <w:t xml:space="preserve">saw blade material and properties </w:t>
            </w:r>
          </w:p>
          <w:p w14:paraId="3493DBF1" w14:textId="77777777" w:rsidR="00006A43" w:rsidRPr="00006A43" w:rsidRDefault="00006A43" w:rsidP="00591FFF">
            <w:pPr>
              <w:pStyle w:val="SIBulletList2"/>
            </w:pPr>
            <w:r w:rsidRPr="00006A43">
              <w:t>impact of timber properties on saw blades</w:t>
            </w:r>
          </w:p>
          <w:p w14:paraId="2769827F" w14:textId="77777777" w:rsidR="00006A43" w:rsidRPr="00006A43" w:rsidRDefault="00006A43" w:rsidP="00591FFF">
            <w:pPr>
              <w:pStyle w:val="SIBulletList2"/>
            </w:pPr>
            <w:r w:rsidRPr="00006A43">
              <w:t>direction of cut</w:t>
            </w:r>
          </w:p>
          <w:p w14:paraId="15C002BA" w14:textId="77777777" w:rsidR="00006A43" w:rsidRPr="00006A43" w:rsidRDefault="00006A43" w:rsidP="00591FFF">
            <w:pPr>
              <w:pStyle w:val="SIBulletList2"/>
            </w:pPr>
            <w:r w:rsidRPr="00006A43">
              <w:t xml:space="preserve">forces on </w:t>
            </w:r>
            <w:r w:rsidRPr="004033A0">
              <w:rPr>
                <w:noProof/>
              </w:rPr>
              <w:t>a blade</w:t>
            </w:r>
          </w:p>
          <w:p w14:paraId="02356314" w14:textId="77777777" w:rsidR="00006A43" w:rsidRPr="00006A43" w:rsidRDefault="00006A43" w:rsidP="00591FFF">
            <w:pPr>
              <w:pStyle w:val="SIBulletList2"/>
            </w:pPr>
            <w:r w:rsidRPr="00006A43">
              <w:t>heat removal</w:t>
            </w:r>
          </w:p>
          <w:p w14:paraId="5526B102" w14:textId="071F1C76" w:rsidR="00006A43" w:rsidRPr="00006A43" w:rsidRDefault="00006A43" w:rsidP="00591FFF">
            <w:pPr>
              <w:pStyle w:val="SIBulletList2"/>
            </w:pPr>
            <w:r w:rsidRPr="00101F36">
              <w:rPr>
                <w:noProof/>
              </w:rPr>
              <w:t>sawtooth</w:t>
            </w:r>
            <w:r w:rsidRPr="00006A43">
              <w:t xml:space="preserve"> configuration</w:t>
            </w:r>
          </w:p>
          <w:p w14:paraId="2D40936B" w14:textId="298813A2" w:rsidR="003A14AD" w:rsidRPr="003A14AD" w:rsidRDefault="003A14AD" w:rsidP="003A14AD">
            <w:pPr>
              <w:pStyle w:val="SIBulletList1"/>
            </w:pPr>
            <w:r w:rsidRPr="00A45A4D">
              <w:t xml:space="preserve">purpose, features and operation of saw </w:t>
            </w:r>
            <w:r w:rsidR="00524C2E">
              <w:t>blades</w:t>
            </w:r>
            <w:r w:rsidR="00524C2E" w:rsidRPr="00524C2E">
              <w:t xml:space="preserve"> </w:t>
            </w:r>
            <w:r w:rsidR="00384F43">
              <w:t xml:space="preserve">which use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tips:</w:t>
            </w:r>
          </w:p>
          <w:p w14:paraId="2164485D" w14:textId="5CF9FEC8" w:rsidR="003A14AD" w:rsidRPr="003A14AD" w:rsidRDefault="003A14AD" w:rsidP="003A14AD">
            <w:pPr>
              <w:pStyle w:val="SIBulletList2"/>
            </w:pPr>
            <w:r w:rsidRPr="00A45A4D">
              <w:t>band saw</w:t>
            </w:r>
            <w:r w:rsidR="00524C2E">
              <w:t xml:space="preserve"> blades</w:t>
            </w:r>
          </w:p>
          <w:p w14:paraId="1F38DF1F" w14:textId="573A4A10" w:rsidR="003A14AD" w:rsidRPr="003A14AD" w:rsidRDefault="003A14AD" w:rsidP="003A14AD">
            <w:pPr>
              <w:pStyle w:val="SIBulletList2"/>
            </w:pPr>
            <w:r w:rsidRPr="00A45A4D">
              <w:t>circular saw</w:t>
            </w:r>
            <w:r w:rsidR="00524C2E">
              <w:t xml:space="preserve"> blades</w:t>
            </w:r>
          </w:p>
          <w:p w14:paraId="645D3881" w14:textId="77777777" w:rsidR="003A14AD" w:rsidRPr="003A14AD" w:rsidRDefault="003A14AD" w:rsidP="003A14AD">
            <w:pPr>
              <w:pStyle w:val="SIBulletList1"/>
            </w:pPr>
            <w:r w:rsidRPr="00A45A4D">
              <w:t>features and names of different parts of saw blades</w:t>
            </w:r>
          </w:p>
          <w:p w14:paraId="674D91A4" w14:textId="18971A21" w:rsidR="003A14AD" w:rsidRPr="003A14AD" w:rsidRDefault="003A14AD" w:rsidP="003A14AD">
            <w:pPr>
              <w:pStyle w:val="SIBulletList1"/>
            </w:pPr>
            <w:r w:rsidRPr="00A45A4D">
              <w:t xml:space="preserve">purpose, </w:t>
            </w:r>
            <w:r w:rsidRPr="004033A0">
              <w:rPr>
                <w:noProof/>
              </w:rPr>
              <w:t>features</w:t>
            </w:r>
            <w:r w:rsidRPr="00A45A4D">
              <w:t xml:space="preserve"> and </w:t>
            </w:r>
            <w:r w:rsidRPr="004033A0">
              <w:rPr>
                <w:noProof/>
              </w:rPr>
              <w:t>operation</w:t>
            </w:r>
            <w:r w:rsidRPr="00A45A4D">
              <w:t xml:space="preserve"> of tools and equipment used to replace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tips:</w:t>
            </w:r>
          </w:p>
          <w:p w14:paraId="25D9262F" w14:textId="77777777" w:rsidR="003A14AD" w:rsidRPr="003A14AD" w:rsidRDefault="003A14AD" w:rsidP="003A14AD">
            <w:pPr>
              <w:pStyle w:val="SIBulletList2"/>
            </w:pPr>
            <w:r w:rsidRPr="00A45A4D">
              <w:t>automatic or semi-automatic tipping machines</w:t>
            </w:r>
          </w:p>
          <w:p w14:paraId="169A983E" w14:textId="77777777" w:rsidR="003A14AD" w:rsidRPr="003A14AD" w:rsidRDefault="003A14AD" w:rsidP="003A14AD">
            <w:pPr>
              <w:pStyle w:val="SIBulletList2"/>
            </w:pPr>
            <w:r w:rsidRPr="00A45A4D">
              <w:t xml:space="preserve">brazing equipment and </w:t>
            </w:r>
            <w:r w:rsidRPr="004033A0">
              <w:rPr>
                <w:noProof/>
              </w:rPr>
              <w:t>brazing</w:t>
            </w:r>
            <w:r w:rsidRPr="00A45A4D">
              <w:t xml:space="preserve"> material</w:t>
            </w:r>
          </w:p>
          <w:p w14:paraId="43CF3AB8" w14:textId="77777777" w:rsidR="003A14AD" w:rsidRPr="003A14AD" w:rsidRDefault="003A14AD" w:rsidP="003A14AD">
            <w:pPr>
              <w:pStyle w:val="SIBulletList2"/>
            </w:pPr>
            <w:r w:rsidRPr="00A45A4D">
              <w:t>brazing jigs</w:t>
            </w:r>
          </w:p>
          <w:p w14:paraId="000C8787" w14:textId="77777777" w:rsidR="003A14AD" w:rsidRPr="003A14AD" w:rsidRDefault="003A14AD" w:rsidP="003A14AD">
            <w:pPr>
              <w:pStyle w:val="SIBulletList1"/>
            </w:pPr>
            <w:r w:rsidRPr="00A45A4D">
              <w:t>methods for:</w:t>
            </w:r>
          </w:p>
          <w:p w14:paraId="7BB801FB" w14:textId="77777777" w:rsidR="003A14AD" w:rsidRPr="003A14AD" w:rsidRDefault="003A14AD" w:rsidP="003A14AD">
            <w:pPr>
              <w:pStyle w:val="SIBulletList2"/>
            </w:pPr>
            <w:r w:rsidRPr="00A45A4D">
              <w:t>removing saw blades from sawing equipment</w:t>
            </w:r>
          </w:p>
          <w:p w14:paraId="5D310660" w14:textId="77777777" w:rsidR="003A14AD" w:rsidRPr="003A14AD" w:rsidRDefault="003A14AD" w:rsidP="003A14AD">
            <w:pPr>
              <w:pStyle w:val="SIBulletList2"/>
            </w:pPr>
            <w:r w:rsidRPr="00A45A4D">
              <w:t>assessing saw blade condition</w:t>
            </w:r>
          </w:p>
          <w:p w14:paraId="3CCE72A8" w14:textId="77D230C9" w:rsidR="003A14AD" w:rsidRPr="003A14AD" w:rsidRDefault="003A14AD" w:rsidP="003A14AD">
            <w:pPr>
              <w:pStyle w:val="SIBulletList2"/>
            </w:pPr>
            <w:r w:rsidRPr="00A45A4D">
              <w:t xml:space="preserve">removing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tips from saw blades</w:t>
            </w:r>
          </w:p>
          <w:p w14:paraId="57117271" w14:textId="72DCA359" w:rsidR="003A14AD" w:rsidRPr="003A14AD" w:rsidRDefault="003A14AD" w:rsidP="003A14AD">
            <w:pPr>
              <w:pStyle w:val="SIBulletList2"/>
            </w:pPr>
            <w:r w:rsidRPr="00A45A4D">
              <w:t>brazing</w:t>
            </w:r>
            <w:r w:rsidR="00324117">
              <w:t xml:space="preserve"> and welding</w:t>
            </w:r>
            <w:r w:rsidRPr="00A45A4D">
              <w:t xml:space="preserve"> new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</w:t>
            </w:r>
            <w:r w:rsidR="00324117">
              <w:t>ped teeth</w:t>
            </w:r>
            <w:r w:rsidRPr="00A45A4D">
              <w:t xml:space="preserve"> onto the tooth face or gullet</w:t>
            </w:r>
          </w:p>
          <w:p w14:paraId="536049F8" w14:textId="15738D76" w:rsidR="003A14AD" w:rsidRPr="003A14AD" w:rsidRDefault="003A14AD" w:rsidP="003A14AD">
            <w:pPr>
              <w:pStyle w:val="SIBulletList1"/>
            </w:pPr>
            <w:r w:rsidRPr="00A45A4D">
              <w:t xml:space="preserve">annealing processes and temperatures for </w:t>
            </w:r>
            <w:proofErr w:type="spellStart"/>
            <w:r w:rsidR="006E4EF1">
              <w:t>Stellite</w:t>
            </w:r>
            <w:proofErr w:type="spellEnd"/>
            <w:r w:rsidRPr="00A45A4D">
              <w:t xml:space="preserve"> tips and saw blades</w:t>
            </w:r>
          </w:p>
          <w:p w14:paraId="30027EAB" w14:textId="77777777" w:rsidR="003A14AD" w:rsidRPr="003A14AD" w:rsidRDefault="003A14AD" w:rsidP="003A14AD">
            <w:pPr>
              <w:pStyle w:val="SIBulletList1"/>
            </w:pPr>
            <w:r w:rsidRPr="00A45A4D">
              <w:t>appropriate tolerances for weld deposits and replacement tip sizes</w:t>
            </w:r>
          </w:p>
          <w:p w14:paraId="6AC23C36" w14:textId="56D98B62" w:rsidR="003A14AD" w:rsidRPr="003A14AD" w:rsidRDefault="003A14AD" w:rsidP="003A14AD">
            <w:pPr>
              <w:pStyle w:val="SIBulletList1"/>
            </w:pPr>
            <w:r w:rsidRPr="00A45A4D">
              <w:t xml:space="preserve">characteristics of metal used in saw </w:t>
            </w:r>
            <w:r w:rsidRPr="003A14AD">
              <w:t>blades and effects of brazing</w:t>
            </w:r>
            <w:r w:rsidR="00324117">
              <w:t xml:space="preserve"> and welding on saw steel</w:t>
            </w:r>
          </w:p>
          <w:p w14:paraId="247775EA" w14:textId="6CFD9FBB" w:rsidR="00A41DF6" w:rsidRDefault="00A41DF6" w:rsidP="003A14AD">
            <w:pPr>
              <w:pStyle w:val="SIBulletList1"/>
            </w:pPr>
            <w:r>
              <w:t xml:space="preserve">types of risk and hazards and mitigation measures associated with replacing </w:t>
            </w:r>
            <w:proofErr w:type="spellStart"/>
            <w:r>
              <w:t>Stellite</w:t>
            </w:r>
            <w:proofErr w:type="spellEnd"/>
            <w:r>
              <w:t xml:space="preserve"> tips</w:t>
            </w:r>
          </w:p>
          <w:p w14:paraId="388CD882" w14:textId="0D06B2B9" w:rsidR="003A14AD" w:rsidRPr="003A14AD" w:rsidRDefault="00384F43" w:rsidP="003A14AD">
            <w:pPr>
              <w:pStyle w:val="SIBulletList1"/>
            </w:pPr>
            <w:r>
              <w:t>workplace</w:t>
            </w:r>
            <w:r w:rsidR="003A14AD" w:rsidRPr="00A45A4D">
              <w:t xml:space="preserve"> procedures specific to replacing </w:t>
            </w:r>
            <w:proofErr w:type="spellStart"/>
            <w:r w:rsidR="006E4EF1">
              <w:t>Stellite</w:t>
            </w:r>
            <w:proofErr w:type="spellEnd"/>
            <w:r w:rsidR="003A14AD" w:rsidRPr="00A45A4D">
              <w:t xml:space="preserve"> tips:</w:t>
            </w:r>
          </w:p>
          <w:p w14:paraId="0E5AB47E" w14:textId="32A62BBF" w:rsidR="003A14AD" w:rsidRPr="003A14AD" w:rsidRDefault="003A14AD" w:rsidP="003A14AD">
            <w:pPr>
              <w:pStyle w:val="SIBulletList2"/>
            </w:pPr>
            <w:r w:rsidRPr="00A45A4D">
              <w:t xml:space="preserve">workplace health and safety with particular emphasis on equipment </w:t>
            </w:r>
            <w:r w:rsidRPr="00101F36">
              <w:rPr>
                <w:noProof/>
              </w:rPr>
              <w:t>lockout</w:t>
            </w:r>
            <w:r w:rsidR="00091966">
              <w:t>,</w:t>
            </w:r>
            <w:r w:rsidRPr="00A45A4D">
              <w:t xml:space="preserve"> use of personal protective equipment</w:t>
            </w:r>
            <w:r w:rsidR="00091966">
              <w:t xml:space="preserve"> (PPE) and safe manual handling techniques</w:t>
            </w:r>
          </w:p>
          <w:p w14:paraId="48CB0144" w14:textId="77777777" w:rsidR="003A14AD" w:rsidRPr="003A14AD" w:rsidRDefault="003A14AD" w:rsidP="003A14AD">
            <w:pPr>
              <w:pStyle w:val="SIBulletList2"/>
            </w:pPr>
            <w:r w:rsidRPr="00A45A4D">
              <w:t>communication reporting lines</w:t>
            </w:r>
          </w:p>
          <w:p w14:paraId="2EFC7016" w14:textId="77777777" w:rsidR="003A14AD" w:rsidRPr="003A14AD" w:rsidRDefault="003A14AD" w:rsidP="003A14AD">
            <w:pPr>
              <w:pStyle w:val="SIBulletList2"/>
            </w:pPr>
            <w:r w:rsidRPr="00A45A4D">
              <w:t>recording and reporting processing and equipment faults</w:t>
            </w:r>
          </w:p>
          <w:p w14:paraId="2564C26D" w14:textId="07385D6A" w:rsidR="003A14AD" w:rsidRPr="003A14AD" w:rsidRDefault="003A14AD" w:rsidP="003A14AD">
            <w:pPr>
              <w:pStyle w:val="SIBulletList1"/>
            </w:pPr>
            <w:r w:rsidRPr="00A45A4D">
              <w:t xml:space="preserve">environmental protection practices for repairing and maintaining </w:t>
            </w:r>
            <w:r w:rsidR="00091966">
              <w:t>saw blades</w:t>
            </w:r>
            <w:r w:rsidRPr="00A45A4D">
              <w:t>:</w:t>
            </w:r>
          </w:p>
          <w:p w14:paraId="25839F8C" w14:textId="77777777" w:rsidR="003A14AD" w:rsidRPr="003A14AD" w:rsidRDefault="003A14AD" w:rsidP="003A14AD">
            <w:pPr>
              <w:pStyle w:val="SIBulletList2"/>
            </w:pPr>
            <w:r w:rsidRPr="00A45A4D">
              <w:t>reducing water and energy use</w:t>
            </w:r>
          </w:p>
          <w:p w14:paraId="458C906E" w14:textId="77777777" w:rsidR="003A14AD" w:rsidRPr="003A14AD" w:rsidRDefault="003A14AD" w:rsidP="003A14AD">
            <w:pPr>
              <w:pStyle w:val="SIBulletList2"/>
            </w:pPr>
            <w:r w:rsidRPr="00A45A4D">
              <w:t>cleaning plant, tools and equipment</w:t>
            </w:r>
          </w:p>
          <w:p w14:paraId="3C8DAC3F" w14:textId="78134FB7" w:rsidR="00F1480E" w:rsidRPr="000754EC" w:rsidRDefault="003A14AD" w:rsidP="003A14AD">
            <w:pPr>
              <w:pStyle w:val="SIBulletList2"/>
            </w:pPr>
            <w:proofErr w:type="gramStart"/>
            <w:r w:rsidRPr="00A45A4D">
              <w:t>disposing</w:t>
            </w:r>
            <w:proofErr w:type="gramEnd"/>
            <w:r w:rsidRPr="00A45A4D">
              <w:t xml:space="preserve"> of, recycling and reusing materials</w:t>
            </w:r>
            <w:r w:rsidR="00101F36">
              <w:t>.</w:t>
            </w:r>
          </w:p>
        </w:tc>
      </w:tr>
    </w:tbl>
    <w:p w14:paraId="350EA6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67F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1392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0A2C21" w14:textId="77777777" w:rsidTr="00CA2922">
        <w:tc>
          <w:tcPr>
            <w:tcW w:w="5000" w:type="pct"/>
            <w:shd w:val="clear" w:color="auto" w:fill="auto"/>
          </w:tcPr>
          <w:p w14:paraId="0C5E2FEA" w14:textId="77777777" w:rsidR="00384F43" w:rsidRPr="00384F43" w:rsidRDefault="00384F43" w:rsidP="00384F43">
            <w:pPr>
              <w:pStyle w:val="SIText"/>
            </w:pPr>
            <w:r>
              <w:t xml:space="preserve">Assessment of the skills in this unit of </w:t>
            </w:r>
            <w:r w:rsidRPr="00384F43">
              <w:t>competency must take place under the following conditions:</w:t>
            </w:r>
          </w:p>
          <w:p w14:paraId="1460D397" w14:textId="77777777" w:rsidR="00384F43" w:rsidRPr="00384F43" w:rsidRDefault="00384F43" w:rsidP="00384F43">
            <w:pPr>
              <w:pStyle w:val="SIBulletList1"/>
            </w:pPr>
            <w:r w:rsidRPr="00772464">
              <w:t xml:space="preserve">physical </w:t>
            </w:r>
            <w:r w:rsidRPr="00384F43">
              <w:t>conditions:</w:t>
            </w:r>
          </w:p>
          <w:p w14:paraId="61A20871" w14:textId="203FB916" w:rsidR="00384F43" w:rsidRPr="00384F43" w:rsidRDefault="00384F43" w:rsidP="00384F43">
            <w:pPr>
              <w:pStyle w:val="SIBulletList2"/>
            </w:pPr>
            <w:r w:rsidRPr="005329D2">
              <w:rPr>
                <w:noProof/>
              </w:rPr>
              <w:t>skills</w:t>
            </w:r>
            <w:r>
              <w:t xml:space="preserve"> must </w:t>
            </w:r>
            <w:r w:rsidRPr="005329D2">
              <w:rPr>
                <w:noProof/>
              </w:rPr>
              <w:t>be demonstrated</w:t>
            </w:r>
            <w:r>
              <w:t xml:space="preserve"> in a </w:t>
            </w:r>
            <w:r w:rsidR="00101F36">
              <w:t xml:space="preserve">saw technician workshop, sawmill </w:t>
            </w:r>
            <w:r w:rsidRPr="00384F43">
              <w:t>or an environment that accurately represents workplace conditions</w:t>
            </w:r>
          </w:p>
          <w:p w14:paraId="202AC6EC" w14:textId="77777777" w:rsidR="00384F43" w:rsidRPr="00384F43" w:rsidRDefault="00384F43" w:rsidP="00384F43">
            <w:pPr>
              <w:pStyle w:val="SIBulletList1"/>
            </w:pPr>
            <w:r w:rsidRPr="00772464">
              <w:t>resources, equipment and materials:</w:t>
            </w:r>
          </w:p>
          <w:p w14:paraId="79707B46" w14:textId="5503284A" w:rsidR="00324117" w:rsidRPr="00324117" w:rsidRDefault="00324117" w:rsidP="00012955">
            <w:pPr>
              <w:pStyle w:val="SIBulletList2"/>
            </w:pPr>
            <w:r w:rsidRPr="00324117">
              <w:t xml:space="preserve">one or more of the following types of tools and equipment used to replace </w:t>
            </w:r>
            <w:proofErr w:type="spellStart"/>
            <w:r w:rsidR="006E4EF1">
              <w:t>Stellite</w:t>
            </w:r>
            <w:proofErr w:type="spellEnd"/>
            <w:r w:rsidRPr="00324117">
              <w:t xml:space="preserve"> tips: automatic or semi-automatic tipping machines</w:t>
            </w:r>
            <w:r>
              <w:t xml:space="preserve">, </w:t>
            </w:r>
            <w:r w:rsidRPr="00324117">
              <w:t>brazing equipment</w:t>
            </w:r>
            <w:r>
              <w:t xml:space="preserve">, </w:t>
            </w:r>
            <w:r w:rsidRPr="00324117">
              <w:t>brazing jigs</w:t>
            </w:r>
          </w:p>
          <w:p w14:paraId="16C4EBAB" w14:textId="716550A1" w:rsidR="00384F43" w:rsidRPr="00384F43" w:rsidRDefault="00384F43" w:rsidP="00384F43">
            <w:pPr>
              <w:pStyle w:val="SIBulletList2"/>
            </w:pPr>
            <w:r w:rsidRPr="00F452B1">
              <w:t xml:space="preserve">one or </w:t>
            </w:r>
            <w:r w:rsidRPr="00384F43">
              <w:t>more of the following types of saw</w:t>
            </w:r>
            <w:r w:rsidR="00524C2E">
              <w:t xml:space="preserve"> blades</w:t>
            </w:r>
            <w:r w:rsidRPr="00384F43">
              <w:t xml:space="preserve"> to be repaired and maintained</w:t>
            </w:r>
            <w:r w:rsidR="00101F36">
              <w:t xml:space="preserve">: </w:t>
            </w:r>
            <w:r w:rsidRPr="00384F43">
              <w:t>band saw</w:t>
            </w:r>
            <w:r w:rsidR="00524C2E">
              <w:t xml:space="preserve"> blades</w:t>
            </w:r>
            <w:r w:rsidRPr="00384F43">
              <w:t>, circular saw</w:t>
            </w:r>
            <w:r w:rsidR="00524C2E">
              <w:t xml:space="preserve"> blades</w:t>
            </w:r>
          </w:p>
          <w:p w14:paraId="1B91CB53" w14:textId="564004AB" w:rsidR="00384F43" w:rsidRPr="00384F43" w:rsidRDefault="006E4EF1" w:rsidP="00384F43">
            <w:pPr>
              <w:pStyle w:val="SIBulletList2"/>
            </w:pPr>
            <w:proofErr w:type="spellStart"/>
            <w:r>
              <w:t>Stellite</w:t>
            </w:r>
            <w:proofErr w:type="spellEnd"/>
            <w:r w:rsidR="00384F43" w:rsidRPr="00F452B1">
              <w:t xml:space="preserve"> tips</w:t>
            </w:r>
          </w:p>
          <w:p w14:paraId="4331FE94" w14:textId="370F1E88" w:rsidR="00384F43" w:rsidRPr="00384F43" w:rsidRDefault="00384F43" w:rsidP="00384F43">
            <w:pPr>
              <w:pStyle w:val="SIBulletList2"/>
            </w:pPr>
            <w:r w:rsidRPr="00F452B1">
              <w:t>brazing material</w:t>
            </w:r>
            <w:r w:rsidRPr="00384F43">
              <w:t xml:space="preserve"> </w:t>
            </w:r>
            <w:r w:rsidR="00101F36">
              <w:t>including</w:t>
            </w:r>
            <w:r w:rsidRPr="00384F43">
              <w:t xml:space="preserve"> silver braze (silver solder), </w:t>
            </w:r>
            <w:r w:rsidRPr="005329D2">
              <w:rPr>
                <w:noProof/>
              </w:rPr>
              <w:t>special</w:t>
            </w:r>
            <w:r w:rsidRPr="00384F43">
              <w:t xml:space="preserve"> shock absorbing shim, </w:t>
            </w:r>
            <w:r w:rsidRPr="005329D2">
              <w:rPr>
                <w:noProof/>
              </w:rPr>
              <w:t>flux</w:t>
            </w:r>
            <w:r w:rsidRPr="00384F43">
              <w:t xml:space="preserve"> in the form of a liquid or paste</w:t>
            </w:r>
          </w:p>
          <w:p w14:paraId="70003BEB" w14:textId="1F76A4A2" w:rsidR="00384F43" w:rsidRPr="00384F43" w:rsidRDefault="00384F43" w:rsidP="00384F43">
            <w:pPr>
              <w:pStyle w:val="SIBulletList2"/>
            </w:pPr>
            <w:r w:rsidRPr="00384F43">
              <w:t xml:space="preserve">PPE suitable for replacing </w:t>
            </w:r>
            <w:proofErr w:type="spellStart"/>
            <w:r w:rsidR="006E4EF1">
              <w:t>Stellite</w:t>
            </w:r>
            <w:proofErr w:type="spellEnd"/>
            <w:r w:rsidRPr="00384F43">
              <w:t xml:space="preserve"> tips </w:t>
            </w:r>
          </w:p>
          <w:p w14:paraId="44184C87" w14:textId="77777777" w:rsidR="00384F43" w:rsidRPr="00384F43" w:rsidRDefault="00384F43" w:rsidP="00384F43">
            <w:pPr>
              <w:pStyle w:val="SIBulletList1"/>
            </w:pPr>
            <w:r>
              <w:t>specifications:</w:t>
            </w:r>
          </w:p>
          <w:p w14:paraId="0366E4DB" w14:textId="77777777" w:rsidR="00EE6275" w:rsidRPr="00EE6275" w:rsidRDefault="00EE6275" w:rsidP="00EE6275">
            <w:pPr>
              <w:pStyle w:val="SIBulletList2"/>
            </w:pPr>
            <w:r w:rsidRPr="00F452B1">
              <w:t xml:space="preserve">documents, spreadsheets and </w:t>
            </w:r>
            <w:proofErr w:type="spellStart"/>
            <w:r w:rsidRPr="00EE6275">
              <w:t>proformas</w:t>
            </w:r>
            <w:proofErr w:type="spellEnd"/>
            <w:r w:rsidRPr="00EE6275">
              <w:t xml:space="preserve"> for recording processing and equipment faults</w:t>
            </w:r>
          </w:p>
          <w:p w14:paraId="733CA783" w14:textId="77777777" w:rsidR="00384F43" w:rsidRPr="00384F43" w:rsidRDefault="00384F43" w:rsidP="00384F43">
            <w:pPr>
              <w:pStyle w:val="SIBulletList2"/>
            </w:pPr>
            <w:r w:rsidRPr="00F452B1">
              <w:t>manufacture</w:t>
            </w:r>
            <w:r w:rsidRPr="00384F43">
              <w:t>r instructions for use, repair and maintenance of equipment</w:t>
            </w:r>
          </w:p>
          <w:p w14:paraId="78F34FF0" w14:textId="22CC3DAD" w:rsidR="00384F43" w:rsidRPr="00384F43" w:rsidRDefault="00384F43" w:rsidP="00384F43">
            <w:pPr>
              <w:pStyle w:val="SIBulletList2"/>
            </w:pPr>
            <w:r w:rsidRPr="005329D2">
              <w:rPr>
                <w:noProof/>
              </w:rPr>
              <w:t>work</w:t>
            </w:r>
            <w:r w:rsidRPr="00F452B1">
              <w:t xml:space="preserve"> order for repair and maintenance activities with specific instructions for replacing </w:t>
            </w:r>
            <w:proofErr w:type="spellStart"/>
            <w:r w:rsidR="006E4EF1">
              <w:t>Stellite</w:t>
            </w:r>
            <w:proofErr w:type="spellEnd"/>
            <w:r w:rsidR="0021281B">
              <w:t xml:space="preserve"> </w:t>
            </w:r>
            <w:r w:rsidRPr="00F452B1">
              <w:t>tips in specified equipment</w:t>
            </w:r>
          </w:p>
          <w:p w14:paraId="294E9410" w14:textId="1D6657EA" w:rsidR="00384F43" w:rsidRPr="00384F43" w:rsidRDefault="00384F43" w:rsidP="00384F43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384F43">
              <w:t xml:space="preserve"> procedures for replacing </w:t>
            </w:r>
            <w:proofErr w:type="spellStart"/>
            <w:r w:rsidR="006E4EF1">
              <w:t>Stellite</w:t>
            </w:r>
            <w:proofErr w:type="spellEnd"/>
            <w:r w:rsidR="0021281B">
              <w:t xml:space="preserve"> </w:t>
            </w:r>
            <w:r w:rsidRPr="00384F43">
              <w:t>tips</w:t>
            </w:r>
            <w:r w:rsidR="00EE6275">
              <w:t>.</w:t>
            </w:r>
          </w:p>
          <w:p w14:paraId="4692F69D" w14:textId="77777777" w:rsidR="00384F43" w:rsidRPr="00F452B1" w:rsidRDefault="00384F43" w:rsidP="00384F43">
            <w:pPr>
              <w:pStyle w:val="SIText"/>
            </w:pPr>
          </w:p>
          <w:p w14:paraId="28BA4C34" w14:textId="10CA8CF1" w:rsidR="00F1480E" w:rsidRPr="000754EC" w:rsidRDefault="00384F43" w:rsidP="008D0EBA">
            <w:pPr>
              <w:rPr>
                <w:rFonts w:eastAsia="Calibri"/>
              </w:rPr>
            </w:pPr>
            <w:r>
              <w:t xml:space="preserve">Assessors of this </w:t>
            </w:r>
            <w:r w:rsidRPr="00384F43">
              <w:t xml:space="preserve">unit must satisfy the requirements for assessors in </w:t>
            </w:r>
            <w:r w:rsidRPr="005329D2">
              <w:rPr>
                <w:noProof/>
              </w:rPr>
              <w:t>applicable</w:t>
            </w:r>
            <w:r w:rsidRPr="00384F43">
              <w:t xml:space="preserve"> vocational education and training legislation, frameworks </w:t>
            </w:r>
            <w:r w:rsidRPr="005329D2">
              <w:rPr>
                <w:noProof/>
              </w:rPr>
              <w:t>and / or</w:t>
            </w:r>
            <w:r w:rsidRPr="00384F43">
              <w:t xml:space="preserve"> standards.</w:t>
            </w:r>
          </w:p>
        </w:tc>
      </w:tr>
    </w:tbl>
    <w:p w14:paraId="374B9B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A356DB" w14:textId="77777777" w:rsidTr="004679E3">
        <w:tc>
          <w:tcPr>
            <w:tcW w:w="990" w:type="pct"/>
            <w:shd w:val="clear" w:color="auto" w:fill="auto"/>
          </w:tcPr>
          <w:p w14:paraId="6A8CAE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196F7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4D709E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D47E00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1D6B7" w14:textId="77777777" w:rsidR="005A3E1A" w:rsidRDefault="005A3E1A" w:rsidP="00BF3F0A">
      <w:r>
        <w:separator/>
      </w:r>
    </w:p>
    <w:p w14:paraId="34F701EC" w14:textId="77777777" w:rsidR="005A3E1A" w:rsidRDefault="005A3E1A"/>
  </w:endnote>
  <w:endnote w:type="continuationSeparator" w:id="0">
    <w:p w14:paraId="54583EC1" w14:textId="77777777" w:rsidR="005A3E1A" w:rsidRDefault="005A3E1A" w:rsidP="00BF3F0A">
      <w:r>
        <w:continuationSeparator/>
      </w:r>
    </w:p>
    <w:p w14:paraId="586C5AB7" w14:textId="77777777" w:rsidR="005A3E1A" w:rsidRDefault="005A3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28BBD8" w14:textId="58D344A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C0D68">
          <w:rPr>
            <w:noProof/>
          </w:rPr>
          <w:t>5</w:t>
        </w:r>
        <w:r w:rsidRPr="000754EC">
          <w:fldChar w:fldCharType="end"/>
        </w:r>
      </w:p>
      <w:p w14:paraId="67BB452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657DF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15CB6" w14:textId="77777777" w:rsidR="005A3E1A" w:rsidRDefault="005A3E1A" w:rsidP="00BF3F0A">
      <w:r>
        <w:separator/>
      </w:r>
    </w:p>
    <w:p w14:paraId="699E8D14" w14:textId="77777777" w:rsidR="005A3E1A" w:rsidRDefault="005A3E1A"/>
  </w:footnote>
  <w:footnote w:type="continuationSeparator" w:id="0">
    <w:p w14:paraId="7B8F8598" w14:textId="77777777" w:rsidR="005A3E1A" w:rsidRDefault="005A3E1A" w:rsidP="00BF3F0A">
      <w:r>
        <w:continuationSeparator/>
      </w:r>
    </w:p>
    <w:p w14:paraId="4C05126E" w14:textId="77777777" w:rsidR="005A3E1A" w:rsidRDefault="005A3E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67A0" w14:textId="2CBB1EF7" w:rsidR="00E1344D" w:rsidRDefault="00CC0D68" w:rsidP="003A14AD">
    <w:pPr>
      <w:tabs>
        <w:tab w:val="left" w:pos="1635"/>
      </w:tabs>
    </w:pPr>
    <w:sdt>
      <w:sdtPr>
        <w:id w:val="-2371699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F635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0A48">
      <w:t>FWPSAW3</w:t>
    </w:r>
    <w:r w:rsidR="004C1055">
      <w:t>XXX</w:t>
    </w:r>
    <w:r w:rsidR="005C0A48">
      <w:t xml:space="preserve"> </w:t>
    </w:r>
    <w:r w:rsidR="003A14AD" w:rsidRPr="003A14AD">
      <w:t xml:space="preserve">Replace </w:t>
    </w:r>
    <w:proofErr w:type="spellStart"/>
    <w:r w:rsidR="001B156E">
      <w:t>S</w:t>
    </w:r>
    <w:r w:rsidR="001B156E" w:rsidRPr="003A14AD">
      <w:t>tellite</w:t>
    </w:r>
    <w:proofErr w:type="spellEnd"/>
    <w:r w:rsidR="001B156E" w:rsidRPr="003A14AD">
      <w:t xml:space="preserve"> </w:t>
    </w:r>
    <w:r w:rsidR="003A14AD" w:rsidRPr="003A14AD">
      <w:t>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C14CF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7E7281"/>
    <w:multiLevelType w:val="hybridMultilevel"/>
    <w:tmpl w:val="1D1C08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F645E3C"/>
    <w:multiLevelType w:val="hybridMultilevel"/>
    <w:tmpl w:val="ACB2A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7C82"/>
    <w:multiLevelType w:val="hybridMultilevel"/>
    <w:tmpl w:val="BEA42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806A0"/>
    <w:multiLevelType w:val="hybridMultilevel"/>
    <w:tmpl w:val="B858AD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142EB1"/>
    <w:multiLevelType w:val="hybridMultilevel"/>
    <w:tmpl w:val="F0047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C9746F"/>
    <w:multiLevelType w:val="hybridMultilevel"/>
    <w:tmpl w:val="14567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6"/>
  </w:num>
  <w:num w:numId="11">
    <w:abstractNumId w:val="19"/>
  </w:num>
  <w:num w:numId="12">
    <w:abstractNumId w:val="17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13"/>
  </w:num>
  <w:num w:numId="18">
    <w:abstractNumId w:val="3"/>
  </w:num>
  <w:num w:numId="19">
    <w:abstractNumId w:val="24"/>
  </w:num>
  <w:num w:numId="20">
    <w:abstractNumId w:val="18"/>
  </w:num>
  <w:num w:numId="21">
    <w:abstractNumId w:val="14"/>
  </w:num>
  <w:num w:numId="22">
    <w:abstractNumId w:val="10"/>
  </w:num>
  <w:num w:numId="23">
    <w:abstractNumId w:val="5"/>
  </w:num>
  <w:num w:numId="24">
    <w:abstractNumId w:val="15"/>
  </w:num>
  <w:num w:numId="25">
    <w:abstractNumId w:val="1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Njc0MjAxNrc0NjRX0lEKTi0uzszPAykwqQUAT6uneywAAAA="/>
  </w:docVars>
  <w:rsids>
    <w:rsidRoot w:val="002F4BEC"/>
    <w:rsid w:val="000014B9"/>
    <w:rsid w:val="00005A15"/>
    <w:rsid w:val="00006A43"/>
    <w:rsid w:val="0001108F"/>
    <w:rsid w:val="000115E2"/>
    <w:rsid w:val="000126D0"/>
    <w:rsid w:val="00012955"/>
    <w:rsid w:val="0001296A"/>
    <w:rsid w:val="00016803"/>
    <w:rsid w:val="00023992"/>
    <w:rsid w:val="000275AE"/>
    <w:rsid w:val="00041E59"/>
    <w:rsid w:val="00056ED6"/>
    <w:rsid w:val="00064BFE"/>
    <w:rsid w:val="00070B3E"/>
    <w:rsid w:val="00071F95"/>
    <w:rsid w:val="000737BB"/>
    <w:rsid w:val="00074E47"/>
    <w:rsid w:val="000754EC"/>
    <w:rsid w:val="0009093B"/>
    <w:rsid w:val="00090B9A"/>
    <w:rsid w:val="00091966"/>
    <w:rsid w:val="0009644C"/>
    <w:rsid w:val="000A5441"/>
    <w:rsid w:val="000C149A"/>
    <w:rsid w:val="000C224E"/>
    <w:rsid w:val="000E25E6"/>
    <w:rsid w:val="000E2C86"/>
    <w:rsid w:val="000F29F2"/>
    <w:rsid w:val="00101659"/>
    <w:rsid w:val="00101F36"/>
    <w:rsid w:val="00105AEA"/>
    <w:rsid w:val="001078BF"/>
    <w:rsid w:val="00133957"/>
    <w:rsid w:val="00135FD1"/>
    <w:rsid w:val="001372F6"/>
    <w:rsid w:val="00144385"/>
    <w:rsid w:val="00146E2E"/>
    <w:rsid w:val="00146EEC"/>
    <w:rsid w:val="00151D55"/>
    <w:rsid w:val="00151D93"/>
    <w:rsid w:val="001542A0"/>
    <w:rsid w:val="00156EF3"/>
    <w:rsid w:val="00160C82"/>
    <w:rsid w:val="001652AA"/>
    <w:rsid w:val="00176E4F"/>
    <w:rsid w:val="0018546B"/>
    <w:rsid w:val="001A6A3E"/>
    <w:rsid w:val="001A7B6D"/>
    <w:rsid w:val="001B156E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281B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4117"/>
    <w:rsid w:val="003353A9"/>
    <w:rsid w:val="00337E82"/>
    <w:rsid w:val="00346FDC"/>
    <w:rsid w:val="00350BB1"/>
    <w:rsid w:val="00352C83"/>
    <w:rsid w:val="00366805"/>
    <w:rsid w:val="0037067D"/>
    <w:rsid w:val="00373436"/>
    <w:rsid w:val="00384F43"/>
    <w:rsid w:val="0038735B"/>
    <w:rsid w:val="003916D1"/>
    <w:rsid w:val="003A14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33A0"/>
    <w:rsid w:val="004127E3"/>
    <w:rsid w:val="0043212E"/>
    <w:rsid w:val="00434366"/>
    <w:rsid w:val="00434ECE"/>
    <w:rsid w:val="00436F39"/>
    <w:rsid w:val="004420B1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05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27AB"/>
    <w:rsid w:val="005248C1"/>
    <w:rsid w:val="00524C2E"/>
    <w:rsid w:val="00526134"/>
    <w:rsid w:val="005329D2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91FFF"/>
    <w:rsid w:val="005A1D70"/>
    <w:rsid w:val="005A3AA5"/>
    <w:rsid w:val="005A3E1A"/>
    <w:rsid w:val="005A6C9C"/>
    <w:rsid w:val="005A74DC"/>
    <w:rsid w:val="005B2096"/>
    <w:rsid w:val="005B5146"/>
    <w:rsid w:val="005C0A48"/>
    <w:rsid w:val="005C569C"/>
    <w:rsid w:val="005D1AFD"/>
    <w:rsid w:val="005E51E6"/>
    <w:rsid w:val="005F027A"/>
    <w:rsid w:val="005F33CC"/>
    <w:rsid w:val="005F771F"/>
    <w:rsid w:val="006025DB"/>
    <w:rsid w:val="0060358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EF1"/>
    <w:rsid w:val="006E5367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5E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279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803"/>
    <w:rsid w:val="008D0EBA"/>
    <w:rsid w:val="008E260C"/>
    <w:rsid w:val="008E39BE"/>
    <w:rsid w:val="008E62EC"/>
    <w:rsid w:val="008F1AA6"/>
    <w:rsid w:val="008F32F6"/>
    <w:rsid w:val="008F75D5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65378"/>
    <w:rsid w:val="00970747"/>
    <w:rsid w:val="00997BFC"/>
    <w:rsid w:val="009A5900"/>
    <w:rsid w:val="009A6E6C"/>
    <w:rsid w:val="009A6F3F"/>
    <w:rsid w:val="009B331A"/>
    <w:rsid w:val="009C2650"/>
    <w:rsid w:val="009C48D9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DF6"/>
    <w:rsid w:val="00A5092E"/>
    <w:rsid w:val="00A554D6"/>
    <w:rsid w:val="00A56E14"/>
    <w:rsid w:val="00A6476B"/>
    <w:rsid w:val="00A7526D"/>
    <w:rsid w:val="00A76C6C"/>
    <w:rsid w:val="00A87356"/>
    <w:rsid w:val="00A91985"/>
    <w:rsid w:val="00A92DD1"/>
    <w:rsid w:val="00A94F19"/>
    <w:rsid w:val="00AA5338"/>
    <w:rsid w:val="00AB1B8E"/>
    <w:rsid w:val="00AB545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104"/>
    <w:rsid w:val="00BB1755"/>
    <w:rsid w:val="00BB23F4"/>
    <w:rsid w:val="00BC5075"/>
    <w:rsid w:val="00BC5419"/>
    <w:rsid w:val="00BD3B0F"/>
    <w:rsid w:val="00BE54FB"/>
    <w:rsid w:val="00BF1D4C"/>
    <w:rsid w:val="00BF3F0A"/>
    <w:rsid w:val="00BF66C1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68"/>
    <w:rsid w:val="00CC451E"/>
    <w:rsid w:val="00CC611F"/>
    <w:rsid w:val="00CD1140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371D"/>
    <w:rsid w:val="00EB5C88"/>
    <w:rsid w:val="00EC0469"/>
    <w:rsid w:val="00EE6275"/>
    <w:rsid w:val="00EF01F8"/>
    <w:rsid w:val="00EF40EF"/>
    <w:rsid w:val="00EF47FE"/>
    <w:rsid w:val="00F0178F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B2BE3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D08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324117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241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4117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324117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324117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Sawdoctoring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57b5f7b-2bba-430b-affa-fb755e24ce65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0A7C9E-75C1-4554-A580-44854CF60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41765B-BFB0-4498-B900-3F3D33CF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82</TotalTime>
  <Pages>5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47</cp:revision>
  <cp:lastPrinted>2016-05-27T05:21:00Z</cp:lastPrinted>
  <dcterms:created xsi:type="dcterms:W3CDTF">2018-08-20T00:29:00Z</dcterms:created>
  <dcterms:modified xsi:type="dcterms:W3CDTF">2019-02-21T04:12:00Z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27</vt:lpwstr>
  </property>
</Properties>
</file>